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633A63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B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094457">
        <w:trPr>
          <w:trHeight w:val="364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6119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  <w:t>B</w:t>
            </w:r>
            <w:r w:rsidR="0067179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5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671793" w:rsidRPr="0067179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Ο2.Ε03 </w:t>
            </w:r>
            <w:proofErr w:type="spellStart"/>
            <w:r w:rsidR="00671793" w:rsidRPr="0067179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Πολυμη</w:t>
            </w:r>
            <w:bookmarkStart w:id="0" w:name="_GoBack"/>
            <w:bookmarkEnd w:id="0"/>
            <w:r w:rsidR="00671793" w:rsidRPr="0067179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χάνημα</w:t>
            </w:r>
            <w:proofErr w:type="spellEnd"/>
            <w:r w:rsidR="00671793" w:rsidRPr="0067179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03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671793" w:rsidRPr="00DF25B3" w:rsidTr="00941605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793" w:rsidRPr="00DF25B3" w:rsidRDefault="00671793" w:rsidP="0067179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1. Εκτύπωση, αντιγραφή, σάρωση </w:t>
            </w:r>
          </w:p>
        </w:tc>
        <w:tc>
          <w:tcPr>
            <w:tcW w:w="1441" w:type="dxa"/>
          </w:tcPr>
          <w:p w:rsidR="00671793" w:rsidRPr="00DF25B3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71793" w:rsidRPr="00DF25B3" w:rsidTr="00941605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793" w:rsidRPr="00DF25B3" w:rsidRDefault="00671793" w:rsidP="0067179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2. Αυτόματη Εκτύπωση Διπλής Όψης</w:t>
            </w:r>
          </w:p>
        </w:tc>
        <w:tc>
          <w:tcPr>
            <w:tcW w:w="1441" w:type="dxa"/>
          </w:tcPr>
          <w:p w:rsidR="00671793" w:rsidRPr="00DF25B3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7179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793" w:rsidRPr="00DF25B3" w:rsidRDefault="00671793" w:rsidP="0067179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3. Ταχύτητα εκτύπωσης: &gt;=30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ppm</w:t>
            </w:r>
            <w:proofErr w:type="spellEnd"/>
          </w:p>
        </w:tc>
        <w:tc>
          <w:tcPr>
            <w:tcW w:w="1441" w:type="dxa"/>
          </w:tcPr>
          <w:p w:rsidR="00671793" w:rsidRPr="00DF25B3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71793" w:rsidRPr="00DF25B3" w:rsidTr="00941605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793" w:rsidRPr="00DF25B3" w:rsidRDefault="00671793" w:rsidP="0067179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4. Ανάλυση Εκτύπωσης: 1200x1200 DPI</w:t>
            </w:r>
          </w:p>
        </w:tc>
        <w:tc>
          <w:tcPr>
            <w:tcW w:w="1441" w:type="dxa"/>
          </w:tcPr>
          <w:p w:rsidR="00671793" w:rsidRPr="00DF25B3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7179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793" w:rsidRPr="00DF25B3" w:rsidRDefault="00671793" w:rsidP="0067179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5. Μέγιστη Ανάλυση Σάρωσης1200x1200 DPI</w:t>
            </w:r>
          </w:p>
        </w:tc>
        <w:tc>
          <w:tcPr>
            <w:tcW w:w="1441" w:type="dxa"/>
          </w:tcPr>
          <w:p w:rsidR="00671793" w:rsidRPr="00DF25B3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7179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793" w:rsidRPr="00DF25B3" w:rsidRDefault="00671793" w:rsidP="0067179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6. Σάρωση με αυτόματο τροφοδότη</w:t>
            </w:r>
          </w:p>
        </w:tc>
        <w:tc>
          <w:tcPr>
            <w:tcW w:w="1441" w:type="dxa"/>
          </w:tcPr>
          <w:p w:rsidR="00671793" w:rsidRPr="00DF25B3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71793" w:rsidRPr="00EF62A6" w:rsidTr="00941605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793" w:rsidRPr="00FE320D" w:rsidRDefault="00671793" w:rsidP="0067179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7. Συνδεσιμότητα: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Ethernet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ή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WiFi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USB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</w:p>
        </w:tc>
        <w:tc>
          <w:tcPr>
            <w:tcW w:w="1441" w:type="dxa"/>
          </w:tcPr>
          <w:p w:rsidR="00671793" w:rsidRPr="00EF62A6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71793" w:rsidRPr="00EF62A6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71793" w:rsidRPr="00EF62A6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67179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793" w:rsidRPr="00DF25B3" w:rsidRDefault="00671793" w:rsidP="0067179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8.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Toner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&gt;=1200 σελίδων</w:t>
            </w:r>
          </w:p>
        </w:tc>
        <w:tc>
          <w:tcPr>
            <w:tcW w:w="1441" w:type="dxa"/>
          </w:tcPr>
          <w:p w:rsidR="00671793" w:rsidRPr="00DF25B3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71793" w:rsidRPr="00DF25B3" w:rsidRDefault="00671793" w:rsidP="006717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094457"/>
    <w:rsid w:val="0015565B"/>
    <w:rsid w:val="001E6292"/>
    <w:rsid w:val="002B7ED1"/>
    <w:rsid w:val="00406FB0"/>
    <w:rsid w:val="00611910"/>
    <w:rsid w:val="00633A63"/>
    <w:rsid w:val="00671793"/>
    <w:rsid w:val="00A40B4A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71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2025-09-09T11:53:00Z</dcterms:created>
  <dcterms:modified xsi:type="dcterms:W3CDTF">2025-09-10T08:37:00Z</dcterms:modified>
</cp:coreProperties>
</file>